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05BC4263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02136EA7" w14:textId="77777777" w:rsidR="00AF7943" w:rsidRPr="00003CD2" w:rsidRDefault="00AF7943" w:rsidP="00AF794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 w:cs="Arial"/>
          <w:sz w:val="20"/>
          <w:lang w:val="en-GB"/>
        </w:rPr>
        <w:fldChar w:fldCharType="begin"/>
      </w:r>
      <w:r w:rsidRPr="00003CD2">
        <w:rPr>
          <w:rFonts w:ascii="Arial" w:hAnsi="Arial" w:cs="Arial"/>
          <w:sz w:val="20"/>
          <w:lang w:val="en-GB"/>
        </w:rPr>
        <w:instrText xml:space="preserve"> MACROBUTTON NOMACRO [Name/address, then F11]</w:instrText>
      </w:r>
      <w:r w:rsidRPr="00003CD2">
        <w:rPr>
          <w:rFonts w:ascii="Arial" w:hAnsi="Arial" w:cs="Arial"/>
          <w:sz w:val="20"/>
          <w:lang w:val="en-GB"/>
        </w:rPr>
        <w:fldChar w:fldCharType="end"/>
      </w:r>
      <w:bookmarkEnd w:id="1"/>
    </w:p>
    <w:p w14:paraId="3E88A68E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B6A5DAC" w14:textId="77777777" w:rsidR="00AF7943" w:rsidRPr="00DD4865" w:rsidRDefault="00AF7943" w:rsidP="00AF7943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 xml:space="preserve">Oslo, </w:t>
      </w: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CREATEDATE \@ "d MMMM yyyy"</w:instrText>
      </w:r>
      <w:r w:rsidRPr="00003CD2">
        <w:rPr>
          <w:rFonts w:ascii="Arial" w:hAnsi="Arial"/>
          <w:sz w:val="20"/>
          <w:lang w:val="en-GB"/>
        </w:rPr>
        <w:fldChar w:fldCharType="separate"/>
      </w:r>
      <w:r>
        <w:rPr>
          <w:rFonts w:ascii="Arial" w:hAnsi="Arial"/>
          <w:noProof/>
          <w:sz w:val="20"/>
          <w:lang w:val="en-GB"/>
        </w:rPr>
        <w:t>25 September 2024</w: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5A984FEC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203EF2AB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29F04D1C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2CAED7D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3E057E5F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3CDD190" w14:textId="77777777" w:rsidR="00AF7943" w:rsidRPr="00DD4865" w:rsidRDefault="00AF7943" w:rsidP="00AF7943">
      <w:pPr>
        <w:spacing w:line="252" w:lineRule="exact"/>
        <w:ind w:right="282"/>
        <w:rPr>
          <w:rFonts w:ascii="Arial" w:hAnsi="Arial"/>
          <w:sz w:val="20"/>
          <w:lang w:val="nb-NO"/>
        </w:rPr>
      </w:pPr>
      <w:proofErr w:type="spellStart"/>
      <w:r w:rsidRPr="00DD4865">
        <w:rPr>
          <w:rFonts w:ascii="Arial" w:hAnsi="Arial"/>
          <w:sz w:val="20"/>
          <w:lang w:val="nb-NO"/>
        </w:rPr>
        <w:t>Dear</w:t>
      </w:r>
      <w:proofErr w:type="spellEnd"/>
      <w:r w:rsidRPr="00DD4865">
        <w:rPr>
          <w:rFonts w:ascii="Arial" w:hAnsi="Arial"/>
          <w:sz w:val="20"/>
          <w:lang w:val="nb-NO"/>
        </w:rPr>
        <w:t xml:space="preserve"> Sirs,</w:t>
      </w:r>
    </w:p>
    <w:p w14:paraId="39ED63FE" w14:textId="77777777" w:rsidR="00AF7943" w:rsidRPr="00DD4865" w:rsidRDefault="00AF7943" w:rsidP="00AF7943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6321E9A7" w14:textId="77777777" w:rsidR="00AF7943" w:rsidRPr="00003CD2" w:rsidRDefault="00AF7943" w:rsidP="00AF7943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[Heading]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270D9877" w14:textId="77777777" w:rsidR="00AF7943" w:rsidRPr="00003CD2" w:rsidRDefault="00AF7943" w:rsidP="00AF7943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4F9EDD2E" w14:textId="77777777" w:rsidR="00AF7943" w:rsidRPr="00003CD2" w:rsidRDefault="00AF7943" w:rsidP="00AF794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szCs w:val="24"/>
          <w:lang w:val="en-GB"/>
        </w:rPr>
        <w:fldChar w:fldCharType="begin"/>
      </w:r>
      <w:r w:rsidRPr="00003CD2">
        <w:rPr>
          <w:rFonts w:ascii="Arial" w:hAnsi="Arial"/>
          <w:sz w:val="20"/>
          <w:szCs w:val="24"/>
          <w:lang w:val="en-GB"/>
        </w:rPr>
        <w:instrText xml:space="preserve"> MACROBUTTON NOMACRO [Text]</w:instrText>
      </w:r>
      <w:r w:rsidRPr="00003CD2">
        <w:rPr>
          <w:rFonts w:ascii="Arial" w:hAnsi="Arial"/>
          <w:sz w:val="20"/>
          <w:szCs w:val="24"/>
          <w:lang w:val="en-GB"/>
        </w:rPr>
        <w:fldChar w:fldCharType="end"/>
      </w:r>
    </w:p>
    <w:p w14:paraId="1C980049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E4FAA71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14A7430" w14:textId="77777777" w:rsidR="00AF7943" w:rsidRPr="00003CD2" w:rsidRDefault="00AF7943" w:rsidP="00AF794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>Yours</w:t>
      </w:r>
      <w:r>
        <w:rPr>
          <w:rFonts w:ascii="Arial" w:hAnsi="Arial"/>
          <w:noProof/>
          <w:sz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45C4269" wp14:editId="526C8112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B4A6F" w14:textId="77777777" w:rsidR="00AF7943" w:rsidRDefault="00AF7943" w:rsidP="00AF7943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C426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6F6B4A6F" w14:textId="77777777" w:rsidR="00AF7943" w:rsidRDefault="00AF7943" w:rsidP="00AF7943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sz w:val="20"/>
          <w:lang w:val="en-GB"/>
        </w:rPr>
        <w:t xml:space="preserve"> faithfully,</w:t>
      </w:r>
    </w:p>
    <w:p w14:paraId="405825B0" w14:textId="77777777" w:rsidR="00AF7943" w:rsidRPr="00003CD2" w:rsidRDefault="00AF7943" w:rsidP="00AF7943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 xml:space="preserve">for HÖEGH </w:t>
      </w:r>
      <w:r>
        <w:rPr>
          <w:rFonts w:ascii="Arial" w:hAnsi="Arial"/>
          <w:sz w:val="20"/>
          <w:lang w:val="en-GB"/>
        </w:rPr>
        <w:t xml:space="preserve">AUTOLINERS SHIPPING </w:t>
      </w:r>
      <w:r w:rsidRPr="00003CD2">
        <w:rPr>
          <w:rFonts w:ascii="Arial" w:hAnsi="Arial"/>
          <w:sz w:val="20"/>
          <w:lang w:val="en-GB"/>
        </w:rPr>
        <w:t>AS</w:t>
      </w:r>
    </w:p>
    <w:p w14:paraId="10AA990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7BBD249D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2328609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74CC96F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MACROBUTTON NOMACRO [Name]</w:instrTex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27D869B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5BFF1" w14:textId="77777777" w:rsidR="00BB6320" w:rsidRDefault="00BB6320">
      <w:r>
        <w:separator/>
      </w:r>
    </w:p>
  </w:endnote>
  <w:endnote w:type="continuationSeparator" w:id="0">
    <w:p w14:paraId="4FD35EB9" w14:textId="77777777" w:rsidR="00BB6320" w:rsidRDefault="00BB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412B586C" w14:textId="77777777" w:rsidTr="00DD08B0">
      <w:tc>
        <w:tcPr>
          <w:tcW w:w="9344" w:type="dxa"/>
        </w:tcPr>
        <w:p w14:paraId="03FF511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4D597BE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6EBFF93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3685B" w14:textId="77777777" w:rsidR="00BB6320" w:rsidRDefault="00BB6320">
      <w:r>
        <w:separator/>
      </w:r>
    </w:p>
  </w:footnote>
  <w:footnote w:type="continuationSeparator" w:id="0">
    <w:p w14:paraId="7CEA749E" w14:textId="77777777" w:rsidR="00BB6320" w:rsidRDefault="00BB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E52D4EA" wp14:editId="5ABF00D4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C6A02"/>
    <w:rsid w:val="00AF2AA3"/>
    <w:rsid w:val="00AF7943"/>
    <w:rsid w:val="00B638C8"/>
    <w:rsid w:val="00B97063"/>
    <w:rsid w:val="00BB6320"/>
    <w:rsid w:val="00BE0B0E"/>
    <w:rsid w:val="00BE1D60"/>
    <w:rsid w:val="00C919F9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7943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2024-09-25T01:00:00Z</dcterms:created>
  <dcterms:modified xsi:type="dcterms:W3CDTF">2024-09-25T01:00:00Z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